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0D63C-7D23-4E4D-8713-98B9840DFD52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